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F955FB" w14:textId="77777777" w:rsidR="006F6B82" w:rsidRPr="00B903EA" w:rsidRDefault="002677DD" w:rsidP="006F7BD8">
      <w:pPr>
        <w:suppressAutoHyphens/>
        <w:jc w:val="center"/>
        <w:rPr>
          <w:b/>
          <w:caps/>
          <w:sz w:val="28"/>
          <w:lang w:eastAsia="ar-SA"/>
        </w:rPr>
      </w:pPr>
      <w:r w:rsidRPr="00B903EA">
        <w:rPr>
          <w:b/>
          <w:caps/>
          <w:sz w:val="28"/>
          <w:lang w:eastAsia="ar-SA"/>
        </w:rPr>
        <w:t>SKUODO</w:t>
      </w:r>
      <w:r w:rsidR="006F6B82" w:rsidRPr="00B903EA">
        <w:rPr>
          <w:b/>
          <w:caps/>
          <w:sz w:val="28"/>
          <w:lang w:eastAsia="ar-SA"/>
        </w:rPr>
        <w:t xml:space="preserve"> rajono savivaldybės taryba</w:t>
      </w:r>
    </w:p>
    <w:p w14:paraId="34647B3D" w14:textId="77777777" w:rsidR="006F6B82" w:rsidRDefault="006F6B82" w:rsidP="006F7BD8">
      <w:pPr>
        <w:jc w:val="center"/>
        <w:rPr>
          <w:b/>
          <w:caps/>
          <w:szCs w:val="24"/>
        </w:rPr>
      </w:pPr>
    </w:p>
    <w:p w14:paraId="0DD8B326" w14:textId="77777777" w:rsidR="0034693F" w:rsidRPr="00D10403" w:rsidRDefault="0034693F" w:rsidP="0034693F">
      <w:pPr>
        <w:jc w:val="center"/>
        <w:rPr>
          <w:b/>
        </w:rPr>
      </w:pPr>
      <w:r w:rsidRPr="00D10403">
        <w:rPr>
          <w:b/>
        </w:rPr>
        <w:t>SPRENDIMAS</w:t>
      </w:r>
    </w:p>
    <w:p w14:paraId="4D5D6011" w14:textId="77777777" w:rsidR="0034693F" w:rsidRPr="00C636D2" w:rsidRDefault="0034693F" w:rsidP="0034693F">
      <w:pPr>
        <w:jc w:val="center"/>
        <w:rPr>
          <w:b/>
          <w:bCs/>
        </w:rPr>
      </w:pPr>
      <w:r>
        <w:rPr>
          <w:b/>
          <w:bCs/>
          <w:color w:val="212529"/>
          <w:shd w:val="clear" w:color="auto" w:fill="FFFFFF"/>
        </w:rPr>
        <w:t>DĖL SKUODO RAJONO SAVIVALDYBĖS GARBĖS PILIEČIO VARDO SUTEIKIMO KĘSTUČIUI SUBAČIUI</w:t>
      </w:r>
    </w:p>
    <w:p w14:paraId="123B4CE9" w14:textId="77777777" w:rsidR="0034693F" w:rsidRPr="00D10403" w:rsidRDefault="0034693F" w:rsidP="0034693F">
      <w:pPr>
        <w:jc w:val="center"/>
        <w:rPr>
          <w:szCs w:val="24"/>
        </w:rPr>
      </w:pPr>
    </w:p>
    <w:p w14:paraId="08024D3B" w14:textId="727D5692" w:rsidR="0034693F" w:rsidRPr="00D10403" w:rsidRDefault="0034693F" w:rsidP="0034693F">
      <w:pPr>
        <w:jc w:val="center"/>
        <w:rPr>
          <w:szCs w:val="24"/>
        </w:rPr>
      </w:pPr>
      <w:r w:rsidRPr="00D10403">
        <w:rPr>
          <w:szCs w:val="24"/>
        </w:rPr>
        <w:t>202</w:t>
      </w:r>
      <w:r>
        <w:rPr>
          <w:szCs w:val="24"/>
        </w:rPr>
        <w:t>4</w:t>
      </w:r>
      <w:r w:rsidRPr="00D10403">
        <w:rPr>
          <w:szCs w:val="24"/>
        </w:rPr>
        <w:t xml:space="preserve"> m.</w:t>
      </w:r>
      <w:r>
        <w:rPr>
          <w:szCs w:val="24"/>
        </w:rPr>
        <w:t xml:space="preserve"> gegužės</w:t>
      </w:r>
      <w:r w:rsidRPr="00D10403">
        <w:rPr>
          <w:szCs w:val="24"/>
        </w:rPr>
        <w:t xml:space="preserve"> </w:t>
      </w:r>
      <w:r w:rsidR="00360456">
        <w:rPr>
          <w:szCs w:val="24"/>
        </w:rPr>
        <w:t>20</w:t>
      </w:r>
      <w:r w:rsidRPr="00D10403">
        <w:rPr>
          <w:szCs w:val="24"/>
        </w:rPr>
        <w:t xml:space="preserve"> d. Nr. T</w:t>
      </w:r>
      <w:r>
        <w:rPr>
          <w:szCs w:val="24"/>
        </w:rPr>
        <w:t>10-</w:t>
      </w:r>
      <w:r w:rsidR="00360456">
        <w:rPr>
          <w:szCs w:val="24"/>
        </w:rPr>
        <w:t>100</w:t>
      </w:r>
    </w:p>
    <w:p w14:paraId="5B5987F4" w14:textId="77777777" w:rsidR="0034693F" w:rsidRDefault="0034693F" w:rsidP="0034693F">
      <w:pPr>
        <w:jc w:val="center"/>
        <w:rPr>
          <w:szCs w:val="24"/>
        </w:rPr>
      </w:pPr>
      <w:r w:rsidRPr="00D10403">
        <w:rPr>
          <w:szCs w:val="24"/>
        </w:rPr>
        <w:t>Skuodas</w:t>
      </w:r>
    </w:p>
    <w:p w14:paraId="14C18C56" w14:textId="77777777" w:rsidR="0034693F" w:rsidRPr="00D10403" w:rsidRDefault="0034693F" w:rsidP="0034693F">
      <w:pPr>
        <w:jc w:val="center"/>
        <w:rPr>
          <w:szCs w:val="24"/>
        </w:rPr>
      </w:pPr>
    </w:p>
    <w:p w14:paraId="603179E9" w14:textId="1E663129" w:rsidR="0034693F" w:rsidRPr="003C219F" w:rsidRDefault="0034693F" w:rsidP="0034693F">
      <w:pPr>
        <w:shd w:val="clear" w:color="auto" w:fill="FFFFFF"/>
        <w:ind w:firstLine="1247"/>
        <w:jc w:val="both"/>
        <w:rPr>
          <w:szCs w:val="24"/>
          <w:lang w:eastAsia="lt-LT"/>
        </w:rPr>
      </w:pPr>
      <w:r w:rsidRPr="003C219F">
        <w:rPr>
          <w:szCs w:val="24"/>
          <w:lang w:eastAsia="lt-LT"/>
        </w:rPr>
        <w:t>Vadovaudamasi Lietuvos Respublikos vietos savivaldos įstatymo 1</w:t>
      </w:r>
      <w:r>
        <w:rPr>
          <w:szCs w:val="24"/>
          <w:lang w:eastAsia="lt-LT"/>
        </w:rPr>
        <w:t>5</w:t>
      </w:r>
      <w:r w:rsidRPr="003C219F">
        <w:rPr>
          <w:szCs w:val="24"/>
          <w:lang w:eastAsia="lt-LT"/>
        </w:rPr>
        <w:t xml:space="preserve"> straipsnio 2 dalies </w:t>
      </w:r>
      <w:r>
        <w:rPr>
          <w:szCs w:val="24"/>
          <w:lang w:eastAsia="lt-LT"/>
        </w:rPr>
        <w:t>37</w:t>
      </w:r>
      <w:r w:rsidRPr="003C219F">
        <w:rPr>
          <w:szCs w:val="24"/>
          <w:lang w:eastAsia="lt-LT"/>
        </w:rPr>
        <w:t xml:space="preserve"> punktu, Skuodo rajono savivaldybės tarybos 2022 m. balandžio 28 d. sprendimu </w:t>
      </w:r>
      <w:bookmarkStart w:id="0" w:name="n_0"/>
      <w:r w:rsidRPr="003C219F">
        <w:rPr>
          <w:szCs w:val="24"/>
          <w:lang w:eastAsia="lt-LT"/>
        </w:rPr>
        <w:t xml:space="preserve">Nr. T9-81 </w:t>
      </w:r>
      <w:bookmarkEnd w:id="0"/>
      <w:r w:rsidRPr="003C219F">
        <w:rPr>
          <w:szCs w:val="24"/>
          <w:lang w:eastAsia="lt-LT"/>
        </w:rPr>
        <w:t>„Dėl</w:t>
      </w:r>
      <w:r w:rsidRPr="003C219F">
        <w:rPr>
          <w:szCs w:val="24"/>
          <w:shd w:val="clear" w:color="auto" w:fill="FFFFFF"/>
          <w:lang w:eastAsia="lt-LT"/>
        </w:rPr>
        <w:t xml:space="preserve"> Skuodo rajono savivaldybės garbės piliečio vardo suteikimo nuostatų patvirtinimo“ patvirtintų Skuodo rajono savivaldybės garbės piliečio vardo suteikimo nuostatų 15 punkt</w:t>
      </w:r>
      <w:r w:rsidR="00D47ACD">
        <w:rPr>
          <w:szCs w:val="24"/>
          <w:shd w:val="clear" w:color="auto" w:fill="FFFFFF"/>
          <w:lang w:eastAsia="lt-LT"/>
        </w:rPr>
        <w:t>u</w:t>
      </w:r>
      <w:r w:rsidRPr="003C219F">
        <w:rPr>
          <w:szCs w:val="24"/>
          <w:shd w:val="clear" w:color="auto" w:fill="FFFFFF"/>
          <w:lang w:eastAsia="lt-LT"/>
        </w:rPr>
        <w:t xml:space="preserve"> bei atsižvelgdama į Skuodo rajono savivaldybės Kultūros ir meno tarybos siūlymą, patvirtintą 202</w:t>
      </w:r>
      <w:r>
        <w:rPr>
          <w:szCs w:val="24"/>
          <w:shd w:val="clear" w:color="auto" w:fill="FFFFFF"/>
          <w:lang w:eastAsia="lt-LT"/>
        </w:rPr>
        <w:t>4</w:t>
      </w:r>
      <w:r w:rsidRPr="003C219F">
        <w:rPr>
          <w:szCs w:val="24"/>
          <w:shd w:val="clear" w:color="auto" w:fill="FFFFFF"/>
          <w:lang w:eastAsia="lt-LT"/>
        </w:rPr>
        <w:t xml:space="preserve"> m. </w:t>
      </w:r>
      <w:r>
        <w:rPr>
          <w:szCs w:val="24"/>
          <w:shd w:val="clear" w:color="auto" w:fill="FFFFFF"/>
          <w:lang w:eastAsia="lt-LT"/>
        </w:rPr>
        <w:t>gegužės</w:t>
      </w:r>
      <w:r w:rsidRPr="003C219F">
        <w:rPr>
          <w:szCs w:val="24"/>
          <w:shd w:val="clear" w:color="auto" w:fill="FFFFFF"/>
          <w:lang w:eastAsia="lt-LT"/>
        </w:rPr>
        <w:t xml:space="preserve"> </w:t>
      </w:r>
      <w:r>
        <w:rPr>
          <w:szCs w:val="24"/>
          <w:shd w:val="clear" w:color="auto" w:fill="FFFFFF"/>
          <w:lang w:eastAsia="lt-LT"/>
        </w:rPr>
        <w:t>1</w:t>
      </w:r>
      <w:r w:rsidR="00D47ACD">
        <w:rPr>
          <w:szCs w:val="24"/>
          <w:shd w:val="clear" w:color="auto" w:fill="FFFFFF"/>
          <w:lang w:eastAsia="lt-LT"/>
        </w:rPr>
        <w:t>5</w:t>
      </w:r>
      <w:r w:rsidRPr="003C219F">
        <w:rPr>
          <w:szCs w:val="24"/>
          <w:shd w:val="clear" w:color="auto" w:fill="FFFFFF"/>
          <w:lang w:eastAsia="lt-LT"/>
        </w:rPr>
        <w:t xml:space="preserve"> d. posėdžio protokolu Nr. A3-</w:t>
      </w:r>
      <w:r w:rsidR="00D47ACD">
        <w:rPr>
          <w:szCs w:val="24"/>
          <w:shd w:val="clear" w:color="auto" w:fill="FFFFFF"/>
          <w:lang w:eastAsia="lt-LT"/>
        </w:rPr>
        <w:t>84</w:t>
      </w:r>
      <w:r w:rsidRPr="003C219F">
        <w:rPr>
          <w:szCs w:val="24"/>
          <w:lang w:eastAsia="lt-LT"/>
        </w:rPr>
        <w:t xml:space="preserve">, Skuodo rajono savivaldybės taryba </w:t>
      </w:r>
      <w:r w:rsidRPr="00BE2F0F">
        <w:rPr>
          <w:spacing w:val="40"/>
          <w:szCs w:val="24"/>
          <w:lang w:eastAsia="lt-LT"/>
        </w:rPr>
        <w:t>n</w:t>
      </w:r>
      <w:r w:rsidR="00BE2F0F" w:rsidRPr="00BE2F0F">
        <w:rPr>
          <w:spacing w:val="40"/>
          <w:szCs w:val="24"/>
          <w:lang w:eastAsia="lt-LT"/>
        </w:rPr>
        <w:t>usprendži</w:t>
      </w:r>
      <w:r w:rsidR="00BE2F0F">
        <w:rPr>
          <w:szCs w:val="24"/>
          <w:lang w:eastAsia="lt-LT"/>
        </w:rPr>
        <w:t>a</w:t>
      </w:r>
      <w:r w:rsidRPr="003C219F">
        <w:rPr>
          <w:szCs w:val="24"/>
          <w:lang w:eastAsia="lt-LT"/>
        </w:rPr>
        <w:t>:</w:t>
      </w:r>
    </w:p>
    <w:p w14:paraId="651EC219" w14:textId="77777777" w:rsidR="0034693F" w:rsidRPr="003C219F" w:rsidRDefault="008F7027" w:rsidP="0034693F">
      <w:pPr>
        <w:pStyle w:val="Sraopastraipa"/>
        <w:shd w:val="clear" w:color="auto" w:fill="FFFFFF"/>
        <w:ind w:left="0" w:firstLine="1247"/>
        <w:jc w:val="both"/>
        <w:rPr>
          <w:szCs w:val="24"/>
          <w:lang w:val="lt-LT" w:eastAsia="lt-LT"/>
        </w:rPr>
      </w:pPr>
      <w:r>
        <w:rPr>
          <w:szCs w:val="24"/>
          <w:lang w:val="lt-LT" w:eastAsia="lt-LT"/>
        </w:rPr>
        <w:t xml:space="preserve">1. </w:t>
      </w:r>
      <w:r w:rsidR="0034693F" w:rsidRPr="003C219F">
        <w:rPr>
          <w:szCs w:val="24"/>
          <w:lang w:val="lt-LT" w:eastAsia="lt-LT"/>
        </w:rPr>
        <w:t xml:space="preserve">Suteikti Skuodo rajono savivaldybės garbės piliečio vardą </w:t>
      </w:r>
      <w:r w:rsidR="0034693F">
        <w:rPr>
          <w:szCs w:val="24"/>
          <w:lang w:val="lt-LT" w:eastAsia="lt-LT"/>
        </w:rPr>
        <w:t>visuomenės veikėjui, kraštotyrininkui, rašytojui Kęstučiui Subačiui</w:t>
      </w:r>
      <w:r w:rsidR="0034693F" w:rsidRPr="003C219F">
        <w:rPr>
          <w:szCs w:val="24"/>
          <w:lang w:val="lt-LT" w:eastAsia="lt-LT"/>
        </w:rPr>
        <w:t xml:space="preserve"> </w:t>
      </w:r>
      <w:r w:rsidR="0034693F">
        <w:rPr>
          <w:szCs w:val="24"/>
          <w:lang w:val="lt-LT" w:eastAsia="lt-LT"/>
        </w:rPr>
        <w:t>už prasmingus ir reikšmingus darbus Skuodo miestui bei Skuodo krašto kultūros, tautinio identiteto, regiono unikalumo bei jo vertybių pateikimą knygoje „Skuodas. Kraštas ir miestas“</w:t>
      </w:r>
      <w:r>
        <w:rPr>
          <w:szCs w:val="24"/>
          <w:lang w:val="lt-LT" w:eastAsia="lt-LT"/>
        </w:rPr>
        <w:t>.</w:t>
      </w:r>
    </w:p>
    <w:p w14:paraId="68092CD8" w14:textId="5178C776" w:rsidR="0034693F" w:rsidRPr="00D10403" w:rsidRDefault="008F7027" w:rsidP="0034693F">
      <w:pPr>
        <w:ind w:firstLine="1247"/>
        <w:jc w:val="both"/>
        <w:rPr>
          <w:szCs w:val="24"/>
        </w:rPr>
      </w:pPr>
      <w:r>
        <w:rPr>
          <w:szCs w:val="24"/>
        </w:rPr>
        <w:t>2. Nurodyti, kad š</w:t>
      </w:r>
      <w:r w:rsidR="0034693F" w:rsidRPr="003C219F">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BE2F0F">
        <w:rPr>
          <w:szCs w:val="24"/>
        </w:rPr>
        <w:t>.</w:t>
      </w:r>
    </w:p>
    <w:p w14:paraId="430A4CA9" w14:textId="77777777" w:rsidR="002F5826" w:rsidRPr="004C0C23" w:rsidRDefault="002F5826" w:rsidP="00C21F6E">
      <w:pPr>
        <w:jc w:val="both"/>
        <w:rPr>
          <w:bCs/>
          <w:color w:val="000000"/>
          <w:szCs w:val="24"/>
        </w:rPr>
      </w:pPr>
    </w:p>
    <w:p w14:paraId="7D2BC256" w14:textId="77777777" w:rsidR="00E25381" w:rsidRDefault="00E25381" w:rsidP="00C40275">
      <w:pPr>
        <w:tabs>
          <w:tab w:val="left" w:pos="7044"/>
        </w:tabs>
        <w:jc w:val="both"/>
        <w:rPr>
          <w:bCs/>
        </w:rPr>
      </w:pPr>
    </w:p>
    <w:p w14:paraId="12CB605F" w14:textId="77777777" w:rsidR="0034693F" w:rsidRDefault="0034693F" w:rsidP="00C40275">
      <w:pPr>
        <w:tabs>
          <w:tab w:val="left" w:pos="7044"/>
        </w:tabs>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4"/>
        <w:gridCol w:w="4804"/>
      </w:tblGrid>
      <w:tr w:rsidR="00BE2F0F" w14:paraId="22E5F2C4" w14:textId="77777777" w:rsidTr="00BE2F0F">
        <w:tc>
          <w:tcPr>
            <w:tcW w:w="4927" w:type="dxa"/>
          </w:tcPr>
          <w:p w14:paraId="1DCFA40B" w14:textId="4B4E4C39" w:rsidR="00BE2F0F" w:rsidRDefault="00BE2F0F" w:rsidP="00C40275">
            <w:pPr>
              <w:tabs>
                <w:tab w:val="left" w:pos="7044"/>
              </w:tabs>
              <w:ind w:hanging="105"/>
              <w:jc w:val="both"/>
              <w:rPr>
                <w:bCs/>
              </w:rPr>
            </w:pPr>
            <w:r>
              <w:rPr>
                <w:bCs/>
              </w:rPr>
              <w:t>Savivaldybės meras</w:t>
            </w:r>
          </w:p>
        </w:tc>
        <w:tc>
          <w:tcPr>
            <w:tcW w:w="4927" w:type="dxa"/>
          </w:tcPr>
          <w:p w14:paraId="41D4FC75" w14:textId="77777777" w:rsidR="00BE2F0F" w:rsidRDefault="00BE2F0F" w:rsidP="00C40275">
            <w:pPr>
              <w:tabs>
                <w:tab w:val="left" w:pos="7044"/>
              </w:tabs>
              <w:jc w:val="both"/>
              <w:rPr>
                <w:bCs/>
              </w:rPr>
            </w:pPr>
          </w:p>
        </w:tc>
      </w:tr>
    </w:tbl>
    <w:p w14:paraId="7A4BF6DB" w14:textId="1961089B" w:rsidR="006F6B82" w:rsidRDefault="006F6B82" w:rsidP="00C40275">
      <w:pPr>
        <w:tabs>
          <w:tab w:val="left" w:pos="7044"/>
        </w:tabs>
        <w:jc w:val="both"/>
        <w:rPr>
          <w:bCs/>
        </w:rPr>
      </w:pPr>
    </w:p>
    <w:p w14:paraId="4F4A2A84" w14:textId="77777777" w:rsidR="00A84E06" w:rsidRDefault="00A84E06" w:rsidP="006F7BD8">
      <w:pPr>
        <w:tabs>
          <w:tab w:val="left" w:pos="7044"/>
        </w:tabs>
        <w:jc w:val="center"/>
        <w:rPr>
          <w:bCs/>
        </w:rPr>
      </w:pPr>
    </w:p>
    <w:p w14:paraId="6B4DE6A3" w14:textId="77777777" w:rsidR="00A84E06" w:rsidRDefault="00A84E06" w:rsidP="006F7BD8">
      <w:pPr>
        <w:tabs>
          <w:tab w:val="left" w:pos="7044"/>
        </w:tabs>
        <w:jc w:val="center"/>
        <w:rPr>
          <w:bCs/>
        </w:rPr>
      </w:pPr>
    </w:p>
    <w:p w14:paraId="2695EF81" w14:textId="77777777" w:rsidR="00A84E06" w:rsidRDefault="00A84E06" w:rsidP="006F7BD8">
      <w:pPr>
        <w:tabs>
          <w:tab w:val="left" w:pos="7044"/>
        </w:tabs>
        <w:jc w:val="center"/>
        <w:rPr>
          <w:bCs/>
        </w:rPr>
      </w:pPr>
    </w:p>
    <w:p w14:paraId="6111FE1B" w14:textId="77777777" w:rsidR="00A84E06" w:rsidRDefault="00A84E06" w:rsidP="006F7BD8">
      <w:pPr>
        <w:tabs>
          <w:tab w:val="left" w:pos="7044"/>
        </w:tabs>
        <w:jc w:val="center"/>
        <w:rPr>
          <w:bCs/>
        </w:rPr>
      </w:pPr>
    </w:p>
    <w:p w14:paraId="0A4E2E46" w14:textId="77777777" w:rsidR="00A84E06" w:rsidRDefault="00A84E06" w:rsidP="006F7BD8">
      <w:pPr>
        <w:tabs>
          <w:tab w:val="left" w:pos="7044"/>
        </w:tabs>
        <w:jc w:val="center"/>
        <w:rPr>
          <w:bCs/>
        </w:rPr>
      </w:pPr>
    </w:p>
    <w:p w14:paraId="7451EC72" w14:textId="77777777" w:rsidR="00A84E06" w:rsidRDefault="00A84E06" w:rsidP="006F7BD8">
      <w:pPr>
        <w:tabs>
          <w:tab w:val="left" w:pos="7044"/>
        </w:tabs>
        <w:jc w:val="center"/>
        <w:rPr>
          <w:bCs/>
        </w:rPr>
      </w:pPr>
    </w:p>
    <w:p w14:paraId="05E8DA63" w14:textId="77777777" w:rsidR="00A84E06" w:rsidRDefault="00A84E06" w:rsidP="006F7BD8">
      <w:pPr>
        <w:tabs>
          <w:tab w:val="left" w:pos="7044"/>
        </w:tabs>
        <w:jc w:val="center"/>
        <w:rPr>
          <w:bCs/>
        </w:rPr>
      </w:pPr>
    </w:p>
    <w:p w14:paraId="510EBCF0" w14:textId="77777777" w:rsidR="00A84E06" w:rsidRDefault="00A84E06" w:rsidP="006F7BD8">
      <w:pPr>
        <w:tabs>
          <w:tab w:val="left" w:pos="7044"/>
        </w:tabs>
        <w:jc w:val="center"/>
        <w:rPr>
          <w:bCs/>
        </w:rPr>
      </w:pPr>
    </w:p>
    <w:p w14:paraId="3D732D23" w14:textId="77777777" w:rsidR="00A84E06" w:rsidRDefault="00A84E06" w:rsidP="006F7BD8">
      <w:pPr>
        <w:tabs>
          <w:tab w:val="left" w:pos="7044"/>
        </w:tabs>
        <w:jc w:val="center"/>
        <w:rPr>
          <w:bCs/>
        </w:rPr>
      </w:pPr>
    </w:p>
    <w:p w14:paraId="06976B6A" w14:textId="77777777" w:rsidR="0056134D" w:rsidRDefault="0056134D" w:rsidP="006F7BD8">
      <w:pPr>
        <w:tabs>
          <w:tab w:val="left" w:pos="7044"/>
        </w:tabs>
        <w:jc w:val="center"/>
        <w:rPr>
          <w:bCs/>
        </w:rPr>
      </w:pPr>
    </w:p>
    <w:p w14:paraId="7A0070DC" w14:textId="77777777" w:rsidR="0056134D" w:rsidRDefault="0056134D" w:rsidP="006F7BD8">
      <w:pPr>
        <w:tabs>
          <w:tab w:val="left" w:pos="7044"/>
        </w:tabs>
        <w:jc w:val="center"/>
        <w:rPr>
          <w:bCs/>
        </w:rPr>
      </w:pPr>
    </w:p>
    <w:p w14:paraId="7DF6A054" w14:textId="77777777" w:rsidR="0056134D" w:rsidRDefault="0056134D" w:rsidP="006F7BD8">
      <w:pPr>
        <w:tabs>
          <w:tab w:val="left" w:pos="7044"/>
        </w:tabs>
        <w:jc w:val="center"/>
        <w:rPr>
          <w:bCs/>
        </w:rPr>
      </w:pPr>
    </w:p>
    <w:p w14:paraId="7971B2D2" w14:textId="77777777" w:rsidR="0056134D" w:rsidRDefault="0056134D" w:rsidP="006F7BD8">
      <w:pPr>
        <w:tabs>
          <w:tab w:val="left" w:pos="7044"/>
        </w:tabs>
        <w:jc w:val="center"/>
        <w:rPr>
          <w:bCs/>
        </w:rPr>
      </w:pPr>
    </w:p>
    <w:p w14:paraId="19E60951" w14:textId="77777777" w:rsidR="008F7027" w:rsidRDefault="008F7027" w:rsidP="006F7BD8">
      <w:pPr>
        <w:tabs>
          <w:tab w:val="left" w:pos="7044"/>
        </w:tabs>
        <w:jc w:val="center"/>
        <w:rPr>
          <w:bCs/>
        </w:rPr>
      </w:pPr>
    </w:p>
    <w:p w14:paraId="290038FA" w14:textId="77777777" w:rsidR="008F7027" w:rsidRDefault="008F7027" w:rsidP="006F7BD8">
      <w:pPr>
        <w:tabs>
          <w:tab w:val="left" w:pos="7044"/>
        </w:tabs>
        <w:jc w:val="center"/>
        <w:rPr>
          <w:bCs/>
        </w:rPr>
      </w:pPr>
    </w:p>
    <w:p w14:paraId="12957DD3" w14:textId="77777777" w:rsidR="008F7027" w:rsidRDefault="008F7027" w:rsidP="00BE2F0F">
      <w:pPr>
        <w:tabs>
          <w:tab w:val="left" w:pos="7044"/>
        </w:tabs>
        <w:rPr>
          <w:bCs/>
        </w:rPr>
      </w:pPr>
    </w:p>
    <w:p w14:paraId="0C08CDCA" w14:textId="77777777" w:rsidR="008F7027" w:rsidRDefault="008F7027" w:rsidP="006F7BD8">
      <w:pPr>
        <w:tabs>
          <w:tab w:val="left" w:pos="7044"/>
        </w:tabs>
        <w:jc w:val="center"/>
        <w:rPr>
          <w:bCs/>
        </w:rPr>
      </w:pPr>
    </w:p>
    <w:p w14:paraId="48CB7275" w14:textId="77777777" w:rsidR="008F7027" w:rsidRDefault="008F7027" w:rsidP="006F7BD8">
      <w:pPr>
        <w:tabs>
          <w:tab w:val="left" w:pos="7044"/>
        </w:tabs>
        <w:jc w:val="center"/>
        <w:rPr>
          <w:bCs/>
        </w:rPr>
      </w:pPr>
    </w:p>
    <w:p w14:paraId="3FF2D58F" w14:textId="77777777" w:rsidR="00A84E06" w:rsidRDefault="00A84E06" w:rsidP="006F7BD8">
      <w:pPr>
        <w:tabs>
          <w:tab w:val="left" w:pos="7044"/>
        </w:tabs>
        <w:jc w:val="center"/>
        <w:rPr>
          <w:bCs/>
        </w:rPr>
      </w:pPr>
    </w:p>
    <w:p w14:paraId="61F7ADBB" w14:textId="77777777" w:rsidR="00A84E06" w:rsidRDefault="00A84E06" w:rsidP="00991133">
      <w:pPr>
        <w:tabs>
          <w:tab w:val="left" w:pos="7044"/>
        </w:tabs>
        <w:rPr>
          <w:bCs/>
        </w:rPr>
      </w:pPr>
      <w:r>
        <w:rPr>
          <w:bCs/>
        </w:rPr>
        <w:t>Gintas Andriekus, tel. 8 686  58 675</w:t>
      </w:r>
    </w:p>
    <w:p w14:paraId="75D0D684" w14:textId="77777777" w:rsidR="00EF102E" w:rsidRPr="00B903EA" w:rsidRDefault="00EF102E" w:rsidP="006F6B82">
      <w:pPr>
        <w:jc w:val="both"/>
        <w:rPr>
          <w:bCs/>
        </w:rPr>
      </w:pPr>
    </w:p>
    <w:sectPr w:rsidR="00EF102E" w:rsidRPr="00B903EA" w:rsidSect="001A04C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19189" w14:textId="77777777" w:rsidR="00A86673" w:rsidRDefault="00A86673">
      <w:r>
        <w:separator/>
      </w:r>
    </w:p>
  </w:endnote>
  <w:endnote w:type="continuationSeparator" w:id="0">
    <w:p w14:paraId="7E83E8FD" w14:textId="77777777" w:rsidR="00A86673" w:rsidRDefault="00A86673">
      <w:r>
        <w:continuationSeparator/>
      </w:r>
    </w:p>
  </w:endnote>
  <w:endnote w:type="continuationNotice" w:id="1">
    <w:p w14:paraId="586AD3A2" w14:textId="77777777" w:rsidR="00A86673" w:rsidRDefault="00A866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2406C" w14:textId="77777777" w:rsidR="00A86673" w:rsidRDefault="00A86673">
      <w:r>
        <w:separator/>
      </w:r>
    </w:p>
  </w:footnote>
  <w:footnote w:type="continuationSeparator" w:id="0">
    <w:p w14:paraId="19DE8A9F" w14:textId="77777777" w:rsidR="00A86673" w:rsidRDefault="00A86673">
      <w:r>
        <w:continuationSeparator/>
      </w:r>
    </w:p>
  </w:footnote>
  <w:footnote w:type="continuationNotice" w:id="1">
    <w:p w14:paraId="7887F238" w14:textId="77777777" w:rsidR="00A86673" w:rsidRDefault="00A866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CA721" w14:textId="77777777" w:rsidR="0056134D" w:rsidRPr="00BE2F0F" w:rsidRDefault="0056134D" w:rsidP="0056134D">
    <w:pPr>
      <w:suppressAutoHyphens/>
      <w:jc w:val="right"/>
      <w:rPr>
        <w:b/>
        <w:i/>
        <w:iCs/>
        <w:caps/>
        <w:szCs w:val="24"/>
        <w:lang w:eastAsia="ar-SA"/>
      </w:rPr>
    </w:pPr>
    <w:r w:rsidRPr="00BE2F0F">
      <w:rPr>
        <w:b/>
        <w:i/>
        <w:iCs/>
        <w:szCs w:val="24"/>
        <w:lang w:eastAsia="ar-SA"/>
      </w:rPr>
      <w:t>Projektas</w:t>
    </w:r>
  </w:p>
  <w:p w14:paraId="57649792" w14:textId="77777777"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19114283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247455">
    <w:abstractNumId w:val="6"/>
  </w:num>
  <w:num w:numId="3" w16cid:durableId="2076512871">
    <w:abstractNumId w:val="5"/>
  </w:num>
  <w:num w:numId="4" w16cid:durableId="889609308">
    <w:abstractNumId w:val="4"/>
  </w:num>
  <w:num w:numId="5" w16cid:durableId="1988627959">
    <w:abstractNumId w:val="8"/>
  </w:num>
  <w:num w:numId="6" w16cid:durableId="1905800785">
    <w:abstractNumId w:val="3"/>
  </w:num>
  <w:num w:numId="7" w16cid:durableId="1898513111">
    <w:abstractNumId w:val="2"/>
  </w:num>
  <w:num w:numId="8" w16cid:durableId="248316111">
    <w:abstractNumId w:val="1"/>
  </w:num>
  <w:num w:numId="9" w16cid:durableId="812134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196E"/>
    <w:rsid w:val="000043B4"/>
    <w:rsid w:val="000043EE"/>
    <w:rsid w:val="00010588"/>
    <w:rsid w:val="0001520F"/>
    <w:rsid w:val="0003731A"/>
    <w:rsid w:val="00043FA6"/>
    <w:rsid w:val="00060F0D"/>
    <w:rsid w:val="00070709"/>
    <w:rsid w:val="00075557"/>
    <w:rsid w:val="0007576E"/>
    <w:rsid w:val="00086D75"/>
    <w:rsid w:val="000970BC"/>
    <w:rsid w:val="000A3D70"/>
    <w:rsid w:val="000A4F18"/>
    <w:rsid w:val="000C0FC5"/>
    <w:rsid w:val="000D1F18"/>
    <w:rsid w:val="000D4CD2"/>
    <w:rsid w:val="000E7D3B"/>
    <w:rsid w:val="000F3CC5"/>
    <w:rsid w:val="00101FB4"/>
    <w:rsid w:val="00110F4B"/>
    <w:rsid w:val="00113058"/>
    <w:rsid w:val="00114F5B"/>
    <w:rsid w:val="00130537"/>
    <w:rsid w:val="0013093D"/>
    <w:rsid w:val="001314BF"/>
    <w:rsid w:val="00140BB4"/>
    <w:rsid w:val="00144EA8"/>
    <w:rsid w:val="00171452"/>
    <w:rsid w:val="00180C7A"/>
    <w:rsid w:val="00181C8B"/>
    <w:rsid w:val="001852F6"/>
    <w:rsid w:val="00195240"/>
    <w:rsid w:val="001A04C5"/>
    <w:rsid w:val="001A48C5"/>
    <w:rsid w:val="001B4142"/>
    <w:rsid w:val="001C7457"/>
    <w:rsid w:val="001D1E23"/>
    <w:rsid w:val="001E0432"/>
    <w:rsid w:val="001F5E92"/>
    <w:rsid w:val="001F7F88"/>
    <w:rsid w:val="002067F2"/>
    <w:rsid w:val="002148FF"/>
    <w:rsid w:val="00215B4E"/>
    <w:rsid w:val="00246733"/>
    <w:rsid w:val="002677DD"/>
    <w:rsid w:val="002705EC"/>
    <w:rsid w:val="00275C12"/>
    <w:rsid w:val="00282A4E"/>
    <w:rsid w:val="00294FD3"/>
    <w:rsid w:val="002C3014"/>
    <w:rsid w:val="002D0485"/>
    <w:rsid w:val="002F5826"/>
    <w:rsid w:val="0030502A"/>
    <w:rsid w:val="003060C9"/>
    <w:rsid w:val="003071B9"/>
    <w:rsid w:val="003073EE"/>
    <w:rsid w:val="00327ABF"/>
    <w:rsid w:val="00337154"/>
    <w:rsid w:val="00342D79"/>
    <w:rsid w:val="0034693F"/>
    <w:rsid w:val="00346BC0"/>
    <w:rsid w:val="0035227C"/>
    <w:rsid w:val="00355C17"/>
    <w:rsid w:val="00360456"/>
    <w:rsid w:val="00363176"/>
    <w:rsid w:val="00363273"/>
    <w:rsid w:val="00364F96"/>
    <w:rsid w:val="003702AF"/>
    <w:rsid w:val="00370FAC"/>
    <w:rsid w:val="00382391"/>
    <w:rsid w:val="00383001"/>
    <w:rsid w:val="0038309E"/>
    <w:rsid w:val="0039042B"/>
    <w:rsid w:val="003A076D"/>
    <w:rsid w:val="003A4741"/>
    <w:rsid w:val="003A4903"/>
    <w:rsid w:val="003D6BA6"/>
    <w:rsid w:val="003F3051"/>
    <w:rsid w:val="00400CDD"/>
    <w:rsid w:val="00407F40"/>
    <w:rsid w:val="00436AAD"/>
    <w:rsid w:val="0044266D"/>
    <w:rsid w:val="0045016E"/>
    <w:rsid w:val="00465C98"/>
    <w:rsid w:val="004730C0"/>
    <w:rsid w:val="00473BE9"/>
    <w:rsid w:val="00481616"/>
    <w:rsid w:val="00486BE1"/>
    <w:rsid w:val="004A0F28"/>
    <w:rsid w:val="004A1A42"/>
    <w:rsid w:val="004A57D8"/>
    <w:rsid w:val="004B37CC"/>
    <w:rsid w:val="004C0C23"/>
    <w:rsid w:val="00501D0B"/>
    <w:rsid w:val="00503C28"/>
    <w:rsid w:val="00517A01"/>
    <w:rsid w:val="00530AF2"/>
    <w:rsid w:val="00531EA6"/>
    <w:rsid w:val="005350F0"/>
    <w:rsid w:val="0054345D"/>
    <w:rsid w:val="0056134D"/>
    <w:rsid w:val="0057097B"/>
    <w:rsid w:val="005719BD"/>
    <w:rsid w:val="005749A0"/>
    <w:rsid w:val="00595203"/>
    <w:rsid w:val="005972DA"/>
    <w:rsid w:val="005C316D"/>
    <w:rsid w:val="005D404E"/>
    <w:rsid w:val="005D4CD7"/>
    <w:rsid w:val="005E0B07"/>
    <w:rsid w:val="006017CC"/>
    <w:rsid w:val="006038C8"/>
    <w:rsid w:val="00603D74"/>
    <w:rsid w:val="00606B76"/>
    <w:rsid w:val="00611524"/>
    <w:rsid w:val="006211E8"/>
    <w:rsid w:val="00623C69"/>
    <w:rsid w:val="006348C0"/>
    <w:rsid w:val="0063683B"/>
    <w:rsid w:val="006502F2"/>
    <w:rsid w:val="006555B2"/>
    <w:rsid w:val="006568D9"/>
    <w:rsid w:val="006675B4"/>
    <w:rsid w:val="0067189D"/>
    <w:rsid w:val="00673E43"/>
    <w:rsid w:val="00675E6C"/>
    <w:rsid w:val="006760E3"/>
    <w:rsid w:val="006774DA"/>
    <w:rsid w:val="00682CEF"/>
    <w:rsid w:val="00682E5A"/>
    <w:rsid w:val="006A10FB"/>
    <w:rsid w:val="006A271A"/>
    <w:rsid w:val="006B1745"/>
    <w:rsid w:val="006C7DFF"/>
    <w:rsid w:val="006D6D7C"/>
    <w:rsid w:val="006E749F"/>
    <w:rsid w:val="006F6B82"/>
    <w:rsid w:val="006F7BD8"/>
    <w:rsid w:val="00722981"/>
    <w:rsid w:val="0073281E"/>
    <w:rsid w:val="00741E6C"/>
    <w:rsid w:val="00744133"/>
    <w:rsid w:val="00747EA5"/>
    <w:rsid w:val="007521B7"/>
    <w:rsid w:val="00757F5B"/>
    <w:rsid w:val="007804FA"/>
    <w:rsid w:val="00781549"/>
    <w:rsid w:val="007844F0"/>
    <w:rsid w:val="0079728E"/>
    <w:rsid w:val="007B5082"/>
    <w:rsid w:val="007B71C2"/>
    <w:rsid w:val="007C5449"/>
    <w:rsid w:val="007C7C66"/>
    <w:rsid w:val="007D2C1F"/>
    <w:rsid w:val="007E472B"/>
    <w:rsid w:val="007E6B14"/>
    <w:rsid w:val="00800B35"/>
    <w:rsid w:val="00800C79"/>
    <w:rsid w:val="008151FA"/>
    <w:rsid w:val="00837866"/>
    <w:rsid w:val="008470AA"/>
    <w:rsid w:val="00850177"/>
    <w:rsid w:val="00861F25"/>
    <w:rsid w:val="00882483"/>
    <w:rsid w:val="008909D0"/>
    <w:rsid w:val="0089338E"/>
    <w:rsid w:val="0089463C"/>
    <w:rsid w:val="008A4070"/>
    <w:rsid w:val="008B561A"/>
    <w:rsid w:val="008D1E6C"/>
    <w:rsid w:val="008D566E"/>
    <w:rsid w:val="008E277D"/>
    <w:rsid w:val="008E2F59"/>
    <w:rsid w:val="008F7027"/>
    <w:rsid w:val="008F78EA"/>
    <w:rsid w:val="008F7F92"/>
    <w:rsid w:val="00901852"/>
    <w:rsid w:val="00904DF6"/>
    <w:rsid w:val="00907FD1"/>
    <w:rsid w:val="009119F8"/>
    <w:rsid w:val="009121E4"/>
    <w:rsid w:val="0091412B"/>
    <w:rsid w:val="00914486"/>
    <w:rsid w:val="00916C79"/>
    <w:rsid w:val="009320A8"/>
    <w:rsid w:val="009462EE"/>
    <w:rsid w:val="00965348"/>
    <w:rsid w:val="00980F90"/>
    <w:rsid w:val="00991133"/>
    <w:rsid w:val="009A0791"/>
    <w:rsid w:val="009A7D95"/>
    <w:rsid w:val="009B4685"/>
    <w:rsid w:val="009C1E84"/>
    <w:rsid w:val="009C3AE9"/>
    <w:rsid w:val="009C4AF5"/>
    <w:rsid w:val="009C5575"/>
    <w:rsid w:val="009E538B"/>
    <w:rsid w:val="009F0171"/>
    <w:rsid w:val="009F0DD0"/>
    <w:rsid w:val="00A0222E"/>
    <w:rsid w:val="00A029BF"/>
    <w:rsid w:val="00A0330D"/>
    <w:rsid w:val="00A047AA"/>
    <w:rsid w:val="00A20E77"/>
    <w:rsid w:val="00A21B2D"/>
    <w:rsid w:val="00A24DBA"/>
    <w:rsid w:val="00A32A89"/>
    <w:rsid w:val="00A344EA"/>
    <w:rsid w:val="00A416A2"/>
    <w:rsid w:val="00A472F6"/>
    <w:rsid w:val="00A6486B"/>
    <w:rsid w:val="00A71826"/>
    <w:rsid w:val="00A819D6"/>
    <w:rsid w:val="00A821DD"/>
    <w:rsid w:val="00A84E06"/>
    <w:rsid w:val="00A86673"/>
    <w:rsid w:val="00A91583"/>
    <w:rsid w:val="00AA70C6"/>
    <w:rsid w:val="00AB13B9"/>
    <w:rsid w:val="00AB1B18"/>
    <w:rsid w:val="00AB4510"/>
    <w:rsid w:val="00AC4B8C"/>
    <w:rsid w:val="00AC75AA"/>
    <w:rsid w:val="00AE1E1E"/>
    <w:rsid w:val="00AE221D"/>
    <w:rsid w:val="00AE2237"/>
    <w:rsid w:val="00AF2495"/>
    <w:rsid w:val="00AF422D"/>
    <w:rsid w:val="00AF4B9C"/>
    <w:rsid w:val="00B05669"/>
    <w:rsid w:val="00B17A75"/>
    <w:rsid w:val="00B43A8F"/>
    <w:rsid w:val="00B46F68"/>
    <w:rsid w:val="00B61ACA"/>
    <w:rsid w:val="00B903EA"/>
    <w:rsid w:val="00B92D26"/>
    <w:rsid w:val="00BC2225"/>
    <w:rsid w:val="00BC5754"/>
    <w:rsid w:val="00BD3B1A"/>
    <w:rsid w:val="00BD6454"/>
    <w:rsid w:val="00BE2F0F"/>
    <w:rsid w:val="00BF27D4"/>
    <w:rsid w:val="00BF39C7"/>
    <w:rsid w:val="00BF4B25"/>
    <w:rsid w:val="00BF70C0"/>
    <w:rsid w:val="00C07928"/>
    <w:rsid w:val="00C15085"/>
    <w:rsid w:val="00C21F6E"/>
    <w:rsid w:val="00C306A1"/>
    <w:rsid w:val="00C30FF7"/>
    <w:rsid w:val="00C40275"/>
    <w:rsid w:val="00C43084"/>
    <w:rsid w:val="00C46210"/>
    <w:rsid w:val="00C463D8"/>
    <w:rsid w:val="00C56086"/>
    <w:rsid w:val="00C77A04"/>
    <w:rsid w:val="00C82E59"/>
    <w:rsid w:val="00C9010B"/>
    <w:rsid w:val="00C96498"/>
    <w:rsid w:val="00C97F85"/>
    <w:rsid w:val="00CA3C1D"/>
    <w:rsid w:val="00CB1911"/>
    <w:rsid w:val="00CB7C9E"/>
    <w:rsid w:val="00CC4F64"/>
    <w:rsid w:val="00CC7100"/>
    <w:rsid w:val="00CE68C1"/>
    <w:rsid w:val="00CE7666"/>
    <w:rsid w:val="00D003FA"/>
    <w:rsid w:val="00D20E36"/>
    <w:rsid w:val="00D47ACD"/>
    <w:rsid w:val="00D52D02"/>
    <w:rsid w:val="00D53C4D"/>
    <w:rsid w:val="00D62598"/>
    <w:rsid w:val="00D71DDF"/>
    <w:rsid w:val="00D82292"/>
    <w:rsid w:val="00D84E70"/>
    <w:rsid w:val="00D87ACA"/>
    <w:rsid w:val="00D919E5"/>
    <w:rsid w:val="00D9321A"/>
    <w:rsid w:val="00DA10DA"/>
    <w:rsid w:val="00DA255C"/>
    <w:rsid w:val="00DC09C7"/>
    <w:rsid w:val="00DC1DB0"/>
    <w:rsid w:val="00DD5532"/>
    <w:rsid w:val="00DF1854"/>
    <w:rsid w:val="00DF19D9"/>
    <w:rsid w:val="00E04640"/>
    <w:rsid w:val="00E0664F"/>
    <w:rsid w:val="00E108A7"/>
    <w:rsid w:val="00E25381"/>
    <w:rsid w:val="00E27683"/>
    <w:rsid w:val="00E5564E"/>
    <w:rsid w:val="00E61E1D"/>
    <w:rsid w:val="00E7641D"/>
    <w:rsid w:val="00E83A97"/>
    <w:rsid w:val="00EC0B47"/>
    <w:rsid w:val="00EC1499"/>
    <w:rsid w:val="00EC4653"/>
    <w:rsid w:val="00EC646D"/>
    <w:rsid w:val="00ED0BED"/>
    <w:rsid w:val="00ED23E3"/>
    <w:rsid w:val="00ED3F57"/>
    <w:rsid w:val="00ED6181"/>
    <w:rsid w:val="00ED6F8C"/>
    <w:rsid w:val="00EF102E"/>
    <w:rsid w:val="00EF53F5"/>
    <w:rsid w:val="00F0624B"/>
    <w:rsid w:val="00F21C4A"/>
    <w:rsid w:val="00F25B36"/>
    <w:rsid w:val="00F46F5F"/>
    <w:rsid w:val="00F64CEB"/>
    <w:rsid w:val="00F75E9E"/>
    <w:rsid w:val="00FA5B44"/>
    <w:rsid w:val="00FA6469"/>
    <w:rsid w:val="00FB1614"/>
    <w:rsid w:val="00FB447E"/>
    <w:rsid w:val="00FC6C36"/>
    <w:rsid w:val="00FD6C9A"/>
    <w:rsid w:val="00FD7A4F"/>
    <w:rsid w:val="00FE41E2"/>
    <w:rsid w:val="00FF3D58"/>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9DD63"/>
  <w15:docId w15:val="{A032D414-0DF4-4217-AE65-986DFBBE3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styleId="Hipersaitas">
    <w:name w:val="Hyperlink"/>
    <w:rsid w:val="0030502A"/>
    <w:rPr>
      <w:color w:val="0000FF"/>
      <w:u w:val="single"/>
    </w:rPr>
  </w:style>
  <w:style w:type="table" w:styleId="Lentelstinklelis">
    <w:name w:val="Table Grid"/>
    <w:basedOn w:val="prastojilentel"/>
    <w:uiPriority w:val="59"/>
    <w:rsid w:val="00BE2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384874">
      <w:bodyDiv w:val="1"/>
      <w:marLeft w:val="0"/>
      <w:marRight w:val="0"/>
      <w:marTop w:val="0"/>
      <w:marBottom w:val="0"/>
      <w:divBdr>
        <w:top w:val="none" w:sz="0" w:space="0" w:color="auto"/>
        <w:left w:val="none" w:sz="0" w:space="0" w:color="auto"/>
        <w:bottom w:val="none" w:sz="0" w:space="0" w:color="auto"/>
        <w:right w:val="none" w:sz="0" w:space="0" w:color="auto"/>
      </w:divBdr>
      <w:divsChild>
        <w:div w:id="853571147">
          <w:marLeft w:val="0"/>
          <w:marRight w:val="0"/>
          <w:marTop w:val="0"/>
          <w:marBottom w:val="0"/>
          <w:divBdr>
            <w:top w:val="none" w:sz="0" w:space="0" w:color="auto"/>
            <w:left w:val="none" w:sz="0" w:space="0" w:color="auto"/>
            <w:bottom w:val="none" w:sz="0" w:space="0" w:color="auto"/>
            <w:right w:val="none" w:sz="0" w:space="0" w:color="auto"/>
          </w:divBdr>
        </w:div>
      </w:divsChild>
    </w:div>
    <w:div w:id="1076896501">
      <w:bodyDiv w:val="1"/>
      <w:marLeft w:val="0"/>
      <w:marRight w:val="0"/>
      <w:marTop w:val="0"/>
      <w:marBottom w:val="0"/>
      <w:divBdr>
        <w:top w:val="none" w:sz="0" w:space="0" w:color="auto"/>
        <w:left w:val="none" w:sz="0" w:space="0" w:color="auto"/>
        <w:bottom w:val="none" w:sz="0" w:space="0" w:color="auto"/>
        <w:right w:val="none" w:sz="0" w:space="0" w:color="auto"/>
      </w:divBdr>
      <w:divsChild>
        <w:div w:id="1641763003">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368ea365122492582636500f8ad80e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6368ea365122492582636500f8ad80ec</Template>
  <TotalTime>4</TotalTime>
  <Pages>1</Pages>
  <Words>971</Words>
  <Characters>555</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2021 M. RUGSĖJO 30 D. SPRENDIMO NR. T9-160 "DĖL SKUODO RAJONO SAVIVALDYBĖS R. GRANAUSKO VIEŠOSIOS BIBLIOTEKOS NUOSTATŲ PATVIRTINIMO" PAKEITIMO</vt:lpstr>
      <vt:lpstr>DĖL SKUODO RAJONO SAVIVALDYBĖS TARYBOS 2021 M. RUGSĖJO 30 D. SPRENDIMO NR. T9-160 "DĖL SKUODO RAJONO SAVIVALDYBĖS R. GRANAUSKO VIEŠOSIOS BIBLIOTEKOS NUOSTATŲ PATVIRTINIMO" PAKEITIMO</vt:lpstr>
    </vt:vector>
  </TitlesOfParts>
  <Manager>2023-08-24</Manager>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keywords/>
  <cp:lastModifiedBy>Sadauskienė, Dalia</cp:lastModifiedBy>
  <cp:revision>4</cp:revision>
  <cp:lastPrinted>2024-04-03T06:11:00Z</cp:lastPrinted>
  <dcterms:created xsi:type="dcterms:W3CDTF">2024-05-16T12:12:00Z</dcterms:created>
  <dcterms:modified xsi:type="dcterms:W3CDTF">2024-05-20T13:47:00Z</dcterms:modified>
  <cp:category>SPRENDIMAS</cp:category>
</cp:coreProperties>
</file>